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ADDDC3"/>
  <w:body>
    <w:p w14:paraId="3457358E" w14:textId="3CA2D287" w:rsidR="00703EE5" w:rsidRPr="00AB242A" w:rsidRDefault="00AB242A" w:rsidP="00912661">
      <w:pPr>
        <w:spacing w:after="0"/>
        <w:rPr>
          <w:rFonts w:ascii="Arial Black" w:hAnsi="Arial Black"/>
          <w:sz w:val="32"/>
          <w:szCs w:val="32"/>
        </w:rPr>
      </w:pPr>
      <w:r w:rsidRPr="00AB242A">
        <w:rPr>
          <w:rFonts w:ascii="Arial Black" w:hAnsi="Arial Black"/>
          <w:sz w:val="32"/>
          <w:szCs w:val="32"/>
        </w:rPr>
        <w:t xml:space="preserve">dummy </w:t>
      </w:r>
      <w:r w:rsidRPr="00AB242A">
        <w:rPr>
          <w:noProof/>
          <w:sz w:val="32"/>
          <w:szCs w:val="32"/>
        </w:rPr>
        <mc:AlternateContent>
          <mc:Choice Requires="wps">
            <w:drawing>
              <wp:inline distT="0" distB="0" distL="0" distR="0" wp14:anchorId="67687958" wp14:editId="0D223B4A">
                <wp:extent cx="900000" cy="1440000"/>
                <wp:effectExtent l="0" t="0" r="0" b="0"/>
                <wp:docPr id="4" name="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0" cy="14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05DCFB" w14:textId="77777777" w:rsidR="00AB242A" w:rsidRPr="00AB242A" w:rsidRDefault="00AB242A" w:rsidP="00AB242A">
                            <w:pPr>
                              <w:jc w:val="center"/>
                              <w:rPr>
                                <w:rFonts w:ascii="Arial Black" w:hAnsi="Arial Black"/>
                                <w:color w:val="FFCC99" w:themeColor="background1"/>
                                <w:sz w:val="240"/>
                                <w:szCs w:val="240"/>
                                <w:lang w:val="de-DE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B242A">
                              <w:rPr>
                                <w:rFonts w:ascii="Arial Black" w:hAnsi="Arial Black"/>
                                <w:color w:val="FFCC99" w:themeColor="background1"/>
                                <w:sz w:val="240"/>
                                <w:szCs w:val="240"/>
                                <w:lang w:val="de-DE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687958" id="R" o:spid="_x0000_s1026" style="width:70.8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" filled="f" stroked="f" strokeweight="2pt">
                <v:textbox>
                  <w:txbxContent>
                    <w:p w14:paraId="5605DCFB" w14:textId="77777777" w:rsidR="00AB242A" w:rsidRPr="00AB242A" w:rsidRDefault="00AB242A" w:rsidP="00AB242A">
                      <w:pPr>
                        <w:jc w:val="center"/>
                        <w:rPr>
                          <w:rFonts w:ascii="Arial Black" w:hAnsi="Arial Black"/>
                          <w:color w:val="FFCC99" w:themeColor="background1"/>
                          <w:sz w:val="240"/>
                          <w:szCs w:val="240"/>
                          <w:lang w:val="de-DE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B242A">
                        <w:rPr>
                          <w:rFonts w:ascii="Arial Black" w:hAnsi="Arial Black"/>
                          <w:color w:val="FFCC99" w:themeColor="background1"/>
                          <w:sz w:val="240"/>
                          <w:szCs w:val="240"/>
                          <w:lang w:val="de-DE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AB242A">
        <w:rPr>
          <w:rFonts w:ascii="Arial Black" w:hAnsi="Arial Black"/>
          <w:sz w:val="32"/>
          <w:szCs w:val="32"/>
        </w:rPr>
        <w:t xml:space="preserve"> </w:t>
      </w:r>
      <w:r w:rsidRPr="00AB242A">
        <w:rPr>
          <w:noProof/>
          <w:sz w:val="32"/>
          <w:szCs w:val="32"/>
        </w:rPr>
        <mc:AlternateContent>
          <mc:Choice Requires="wps">
            <w:drawing>
              <wp:inline distT="0" distB="0" distL="0" distR="0" wp14:anchorId="05826594" wp14:editId="75494558">
                <wp:extent cx="900000" cy="1440000"/>
                <wp:effectExtent l="0" t="0" r="0" b="0"/>
                <wp:docPr id="5" name="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0" cy="14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84A43E" w14:textId="2355C925" w:rsidR="00AB242A" w:rsidRPr="00AB242A" w:rsidRDefault="00AB242A" w:rsidP="00AB242A">
                            <w:pPr>
                              <w:jc w:val="center"/>
                              <w:rPr>
                                <w:rFonts w:ascii="Arial Black" w:hAnsi="Arial Black"/>
                                <w:color w:val="FF0000" w:themeColor="text1"/>
                                <w:sz w:val="240"/>
                                <w:szCs w:val="240"/>
                                <w:lang w:val="de-DE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0000" w:themeColor="text1"/>
                                <w:sz w:val="240"/>
                                <w:szCs w:val="240"/>
                                <w:lang w:val="de-DE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5826594" id="S" o:spid="_x0000_s1027" style="width:70.8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" filled="f" stroked="f" strokeweight="2pt">
                <v:textbox>
                  <w:txbxContent>
                    <w:p w14:paraId="1484A43E" w14:textId="2355C925" w:rsidR="00AB242A" w:rsidRPr="00AB242A" w:rsidRDefault="00AB242A" w:rsidP="00AB242A">
                      <w:pPr>
                        <w:jc w:val="center"/>
                        <w:rPr>
                          <w:rFonts w:ascii="Arial Black" w:hAnsi="Arial Black"/>
                          <w:color w:val="FF0000" w:themeColor="text1"/>
                          <w:sz w:val="240"/>
                          <w:szCs w:val="240"/>
                          <w:lang w:val="de-DE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 Black" w:hAnsi="Arial Black"/>
                          <w:color w:val="FF0000" w:themeColor="text1"/>
                          <w:sz w:val="240"/>
                          <w:szCs w:val="240"/>
                          <w:lang w:val="de-DE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AB242A">
        <w:rPr>
          <w:rFonts w:ascii="Arial Black" w:hAnsi="Arial Black"/>
          <w:sz w:val="32"/>
          <w:szCs w:val="32"/>
        </w:rPr>
        <w:t xml:space="preserve"> </w:t>
      </w:r>
      <w:r w:rsidRPr="00AB242A">
        <w:rPr>
          <w:noProof/>
          <w:sz w:val="32"/>
          <w:szCs w:val="32"/>
        </w:rPr>
        <mc:AlternateContent>
          <mc:Choice Requires="wps">
            <w:drawing>
              <wp:inline distT="0" distB="0" distL="0" distR="0" wp14:anchorId="135C350B" wp14:editId="16F63B68">
                <wp:extent cx="900000" cy="1440000"/>
                <wp:effectExtent l="0" t="0" r="0" b="0"/>
                <wp:docPr id="3" name="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0" cy="14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24E87E" w14:textId="318AB71F" w:rsidR="00AB242A" w:rsidRPr="00AB242A" w:rsidRDefault="00AB242A" w:rsidP="00AB242A">
                            <w:pPr>
                              <w:jc w:val="center"/>
                              <w:rPr>
                                <w:rFonts w:ascii="Arial Black" w:hAnsi="Arial Black"/>
                                <w:color w:val="EBDDC3" w:themeColor="background2"/>
                                <w:sz w:val="240"/>
                                <w:szCs w:val="240"/>
                                <w:lang w:val="de-DE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EBDDC3" w:themeColor="background2"/>
                                <w:sz w:val="240"/>
                                <w:szCs w:val="240"/>
                                <w:lang w:val="de-DE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5C350B" id="T" o:spid="_x0000_s1028" style="width:70.8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" filled="f" stroked="f" strokeweight="2pt">
                <v:textbox>
                  <w:txbxContent>
                    <w:p w14:paraId="2D24E87E" w14:textId="318AB71F" w:rsidR="00AB242A" w:rsidRPr="00AB242A" w:rsidRDefault="00AB242A" w:rsidP="00AB242A">
                      <w:pPr>
                        <w:jc w:val="center"/>
                        <w:rPr>
                          <w:rFonts w:ascii="Arial Black" w:hAnsi="Arial Black"/>
                          <w:color w:val="EBDDC3" w:themeColor="background2"/>
                          <w:sz w:val="240"/>
                          <w:szCs w:val="240"/>
                          <w:lang w:val="de-DE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 Black" w:hAnsi="Arial Black"/>
                          <w:color w:val="EBDDC3" w:themeColor="background2"/>
                          <w:sz w:val="240"/>
                          <w:szCs w:val="240"/>
                          <w:lang w:val="de-DE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AB242A">
        <w:rPr>
          <w:rFonts w:ascii="Arial Black" w:hAnsi="Arial Black"/>
          <w:sz w:val="32"/>
          <w:szCs w:val="32"/>
        </w:rPr>
        <w:t xml:space="preserve"> </w:t>
      </w:r>
      <w:r w:rsidR="00CB3BE4" w:rsidRPr="00AB242A">
        <w:rPr>
          <w:noProof/>
          <w:sz w:val="32"/>
          <w:szCs w:val="32"/>
        </w:rPr>
        <mc:AlternateContent>
          <mc:Choice Requires="wps">
            <w:drawing>
              <wp:inline distT="0" distB="0" distL="0" distR="0" wp14:anchorId="31AB7735" wp14:editId="7F51B0C3">
                <wp:extent cx="900000" cy="1440000"/>
                <wp:effectExtent l="0" t="0" r="0" b="0"/>
                <wp:docPr id="1" name="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0" cy="14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256295" w14:textId="5EDAC52E" w:rsidR="00CB3BE4" w:rsidRPr="00AB242A" w:rsidRDefault="00AB242A" w:rsidP="00CB3BE4">
                            <w:pPr>
                              <w:jc w:val="center"/>
                              <w:rPr>
                                <w:rFonts w:ascii="Arial Black" w:hAnsi="Arial Black"/>
                                <w:color w:val="775F55" w:themeColor="text2"/>
                                <w:sz w:val="240"/>
                                <w:szCs w:val="240"/>
                                <w:lang w:val="de-DE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775F55" w:themeColor="text2"/>
                                <w:sz w:val="240"/>
                                <w:szCs w:val="240"/>
                                <w:lang w:val="de-DE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AB7735" id="U" o:spid="_x0000_s1029" style="width:70.85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" filled="f" stroked="f" strokeweight="2pt">
                <v:textbox>
                  <w:txbxContent>
                    <w:p w14:paraId="2D256295" w14:textId="5EDAC52E" w:rsidR="00CB3BE4" w:rsidRPr="00AB242A" w:rsidRDefault="00AB242A" w:rsidP="00CB3BE4">
                      <w:pPr>
                        <w:jc w:val="center"/>
                        <w:rPr>
                          <w:rFonts w:ascii="Arial Black" w:hAnsi="Arial Black"/>
                          <w:color w:val="775F55" w:themeColor="text2"/>
                          <w:sz w:val="240"/>
                          <w:szCs w:val="240"/>
                          <w:lang w:val="de-DE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 Black" w:hAnsi="Arial Black"/>
                          <w:color w:val="775F55" w:themeColor="text2"/>
                          <w:sz w:val="240"/>
                          <w:szCs w:val="240"/>
                          <w:lang w:val="de-DE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CB3BE4" w:rsidRPr="00AB242A">
        <w:rPr>
          <w:rFonts w:ascii="Arial Black" w:hAnsi="Arial Black"/>
          <w:sz w:val="32"/>
          <w:szCs w:val="32"/>
        </w:rPr>
        <w:t xml:space="preserve"> </w:t>
      </w:r>
    </w:p>
    <w:sectPr w:rsidR="00703EE5" w:rsidRPr="00AB242A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BE4"/>
    <w:rsid w:val="000C1ECD"/>
    <w:rsid w:val="00190E94"/>
    <w:rsid w:val="001C4F3F"/>
    <w:rsid w:val="00254BBE"/>
    <w:rsid w:val="00321565"/>
    <w:rsid w:val="00326855"/>
    <w:rsid w:val="004E38BB"/>
    <w:rsid w:val="005702D9"/>
    <w:rsid w:val="0062363A"/>
    <w:rsid w:val="007257C4"/>
    <w:rsid w:val="0087728C"/>
    <w:rsid w:val="00912661"/>
    <w:rsid w:val="00936920"/>
    <w:rsid w:val="00AB242A"/>
    <w:rsid w:val="00AB7264"/>
    <w:rsid w:val="00B1519E"/>
    <w:rsid w:val="00BA29E3"/>
    <w:rsid w:val="00BB620D"/>
    <w:rsid w:val="00BD6080"/>
    <w:rsid w:val="00C26373"/>
    <w:rsid w:val="00CB3BE4"/>
    <w:rsid w:val="00F6347D"/>
    <w:rsid w:val="00F8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ru v:ext="edit" colors="#fcc,#a0eaa5,#adddc3"/>
    </o:shapedefaults>
    <o:shapelayout v:ext="edit">
      <o:idmap v:ext="edit" data="1"/>
    </o:shapelayout>
  </w:shapeDefaults>
  <w:decimalSymbol w:val=","/>
  <w:listSeparator w:val=";"/>
  <w14:docId w14:val="0D2DDF55"/>
  <w14:discardImageEditingData/>
  <w14:defaultImageDpi w14:val="32767"/>
  <w15:chartTrackingRefBased/>
  <w15:docId w15:val="{5DF12136-FA63-4C9C-8728-4FA15A83E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Custom 2">
      <a:dk1>
        <a:srgbClr val="FF0000"/>
      </a:dk1>
      <a:lt1>
        <a:srgbClr val="FFCC99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F00FF"/>
      </a:hlink>
      <a:folHlink>
        <a:srgbClr val="00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4</cp:revision>
  <dcterms:created xsi:type="dcterms:W3CDTF">2023-01-02T13:39:00Z</dcterms:created>
  <dcterms:modified xsi:type="dcterms:W3CDTF">2023-01-02T15:22:00Z</dcterms:modified>
</cp:coreProperties>
</file>